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F" w:rsidRDefault="00F2583F">
      <w:pPr>
        <w:rPr>
          <w:b/>
          <w:sz w:val="24"/>
        </w:rPr>
      </w:pPr>
    </w:p>
    <w:p w:rsidR="00F2583F" w:rsidRDefault="00C41947">
      <w:pPr>
        <w:rPr>
          <w:b/>
          <w:sz w:val="24"/>
        </w:rPr>
      </w:pPr>
      <w:r>
        <w:rPr>
          <w:b/>
          <w:sz w:val="24"/>
        </w:rPr>
        <w:t xml:space="preserve">Unit </w:t>
      </w:r>
      <w:proofErr w:type="gramStart"/>
      <w:r>
        <w:rPr>
          <w:b/>
          <w:sz w:val="24"/>
        </w:rPr>
        <w:t>Planner</w:t>
      </w:r>
      <w:r w:rsidR="007C7C7A">
        <w:rPr>
          <w:b/>
          <w:sz w:val="24"/>
        </w:rPr>
        <w:t xml:space="preserve">  Chapter</w:t>
      </w:r>
      <w:proofErr w:type="gramEnd"/>
      <w:r w:rsidR="007C7C7A">
        <w:rPr>
          <w:b/>
          <w:sz w:val="24"/>
        </w:rPr>
        <w:t xml:space="preserve"> 6 Algebra 2</w:t>
      </w:r>
      <w:r w:rsidR="00D301C8">
        <w:rPr>
          <w:b/>
          <w:sz w:val="24"/>
        </w:rPr>
        <w:tab/>
      </w:r>
      <w:r w:rsidR="00D301C8">
        <w:rPr>
          <w:b/>
          <w:sz w:val="24"/>
        </w:rPr>
        <w:tab/>
      </w:r>
      <w:r w:rsidR="00D301C8">
        <w:rPr>
          <w:b/>
          <w:sz w:val="24"/>
          <w:highlight w:val="green"/>
        </w:rPr>
        <w:t>Technology</w:t>
      </w:r>
      <w:r w:rsidR="00D301C8">
        <w:rPr>
          <w:b/>
          <w:sz w:val="24"/>
        </w:rPr>
        <w:t xml:space="preserve"> </w:t>
      </w:r>
      <w:r w:rsidR="00D301C8">
        <w:rPr>
          <w:b/>
          <w:sz w:val="24"/>
          <w:highlight w:val="yellow"/>
        </w:rPr>
        <w:t>Differentiation</w:t>
      </w:r>
      <w:r w:rsidR="00D301C8">
        <w:rPr>
          <w:b/>
          <w:sz w:val="24"/>
        </w:rPr>
        <w:t xml:space="preserve">  </w:t>
      </w:r>
      <w:r w:rsidR="00D301C8">
        <w:rPr>
          <w:b/>
          <w:sz w:val="24"/>
          <w:highlight w:val="cyan"/>
        </w:rPr>
        <w:t>Critical Thinking</w:t>
      </w:r>
    </w:p>
    <w:p w:rsidR="00F2583F" w:rsidRDefault="00C41947">
      <w:pPr>
        <w:rPr>
          <w:b/>
          <w:sz w:val="24"/>
        </w:rPr>
      </w:pPr>
      <w:r>
        <w:rPr>
          <w:b/>
          <w:sz w:val="24"/>
        </w:rPr>
        <w:t>Teacher:</w:t>
      </w:r>
      <w:r>
        <w:rPr>
          <w:b/>
          <w:sz w:val="24"/>
        </w:rPr>
        <w:tab/>
      </w:r>
      <w:r w:rsidR="000F7B95">
        <w:rPr>
          <w:b/>
          <w:sz w:val="24"/>
        </w:rPr>
        <w:t>Solek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Unit Title:</w:t>
      </w:r>
      <w:r w:rsidR="000F7B95">
        <w:rPr>
          <w:b/>
          <w:sz w:val="24"/>
        </w:rPr>
        <w:t xml:space="preserve">  Solving Quadratic Equations</w:t>
      </w:r>
      <w:r w:rsidR="007C7C7A">
        <w:rPr>
          <w:b/>
          <w:sz w:val="24"/>
        </w:rPr>
        <w:t xml:space="preserve"> </w:t>
      </w: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14"/>
        <w:gridCol w:w="4392"/>
        <w:gridCol w:w="4914"/>
      </w:tblGrid>
      <w:tr w:rsidR="00F2583F">
        <w:trPr>
          <w:cantSplit/>
        </w:trPr>
        <w:tc>
          <w:tcPr>
            <w:tcW w:w="14220" w:type="dxa"/>
            <w:gridSpan w:val="3"/>
          </w:tcPr>
          <w:p w:rsidR="00F2583F" w:rsidRDefault="00C41947">
            <w:pPr>
              <w:rPr>
                <w:b/>
              </w:rPr>
            </w:pPr>
            <w:r>
              <w:rPr>
                <w:b/>
              </w:rPr>
              <w:t>Standards / Benchmarks</w:t>
            </w:r>
            <w:r w:rsidR="000F7B95">
              <w:rPr>
                <w:b/>
              </w:rPr>
              <w:t>:</w:t>
            </w:r>
          </w:p>
          <w:p w:rsidR="00B30112" w:rsidRDefault="00B30112">
            <w:pPr>
              <w:rPr>
                <w:b/>
              </w:rPr>
            </w:pPr>
          </w:p>
          <w:p w:rsidR="000F7B95" w:rsidRDefault="000F7B95" w:rsidP="000F7B95">
            <w:r>
              <w:t>N3 Use number sense to estimate and determine if solutions are reasonable</w:t>
            </w:r>
          </w:p>
          <w:p w:rsidR="000F7B95" w:rsidRDefault="000F7B95" w:rsidP="000F7B95">
            <w:pPr>
              <w:outlineLvl w:val="0"/>
            </w:pPr>
            <w:r>
              <w:t>N4 Determine whether an exact or approximate answer is necessary</w:t>
            </w:r>
          </w:p>
          <w:p w:rsidR="000F7B95" w:rsidRDefault="000F7B95" w:rsidP="000F7B95">
            <w:r>
              <w:t>N5</w:t>
            </w:r>
            <w:r w:rsidRPr="000007C0">
              <w:t xml:space="preserve"> </w:t>
            </w:r>
            <w:r>
              <w:t>Select and use appropriate computational methods and tools</w:t>
            </w:r>
          </w:p>
          <w:p w:rsidR="000F7B95" w:rsidRDefault="000F7B95" w:rsidP="000F7B95">
            <w:r>
              <w:t>N7 Justifying reasonableness of solution and verifying results</w:t>
            </w:r>
          </w:p>
          <w:p w:rsidR="000F7B95" w:rsidRDefault="000F7B95" w:rsidP="000F7B95">
            <w:r>
              <w:t>A1 Translate real-world situations into algebraic expressions, equations and inequalities</w:t>
            </w:r>
          </w:p>
          <w:p w:rsidR="000F7B95" w:rsidRDefault="000F7B95" w:rsidP="000F7B95">
            <w:r>
              <w:t xml:space="preserve">A3 Use tables and graphs as tools to interpret algebraic expressions, equations and inequalities </w:t>
            </w:r>
          </w:p>
          <w:p w:rsidR="000F7B95" w:rsidRDefault="000F7B95" w:rsidP="000F7B95">
            <w:r>
              <w:t xml:space="preserve">M3 Estimate, compute and apply physical measurements </w:t>
            </w:r>
          </w:p>
          <w:p w:rsidR="000F7B95" w:rsidRDefault="000F7B95" w:rsidP="000F7B95">
            <w:r>
              <w:t xml:space="preserve">M4 Demonstrate the concept of measurement as it applies to real-world experiences </w:t>
            </w:r>
          </w:p>
          <w:p w:rsidR="000F7B95" w:rsidRDefault="000F7B95" w:rsidP="000F7B95">
            <w:r>
              <w:t xml:space="preserve">G1 Identifying, describing, comparing, constructing and classifying geometric figures in two and three </w:t>
            </w:r>
          </w:p>
          <w:p w:rsidR="000F7B95" w:rsidRDefault="000F7B95" w:rsidP="000F7B95">
            <w:r>
              <w:t xml:space="preserve">      Dimensions</w:t>
            </w:r>
          </w:p>
          <w:p w:rsidR="000F7B95" w:rsidRDefault="000F7B95" w:rsidP="000F7B95">
            <w:r>
              <w:t>D2 recognizing that data that relate two variables as linear, exponential or otherwise in nature</w:t>
            </w:r>
          </w:p>
          <w:p w:rsidR="000F7B95" w:rsidRDefault="000F7B95" w:rsidP="0045215C">
            <w:r>
              <w:t xml:space="preserve">P1 Model the concepts of variables, functions and relations </w:t>
            </w:r>
          </w:p>
          <w:p w:rsidR="000F7B95" w:rsidRDefault="000F7B95" w:rsidP="000F7B95">
            <w:r>
              <w:t>P2 Translating between tabular, symbolic or graphic representations of functions</w:t>
            </w:r>
          </w:p>
          <w:p w:rsidR="000F7B95" w:rsidRDefault="000F7B95" w:rsidP="000F7B95">
            <w:r>
              <w:t xml:space="preserve">P3 Recognize the behavior of families of elementary functions, such as polynomial, trigonometric and </w:t>
            </w:r>
          </w:p>
          <w:p w:rsidR="000F7B95" w:rsidRDefault="000F7B95" w:rsidP="000F7B95">
            <w:r>
              <w:t xml:space="preserve">      exponential functions</w:t>
            </w:r>
          </w:p>
          <w:p w:rsidR="000F7B95" w:rsidRDefault="000F7B95" w:rsidP="000F7B95">
            <w:r>
              <w:t>P4 analyze the effects of changes in parameters</w:t>
            </w:r>
          </w:p>
          <w:p w:rsidR="00F2583F" w:rsidRDefault="000F7B95">
            <w:r>
              <w:t>P5 Analyze real-world relationships that can be modeled by elementary functions</w:t>
            </w:r>
          </w:p>
          <w:p w:rsidR="00B30112" w:rsidRPr="000F7B95" w:rsidRDefault="00B30112"/>
        </w:tc>
      </w:tr>
      <w:tr w:rsidR="00F2583F">
        <w:trPr>
          <w:cantSplit/>
        </w:trPr>
        <w:tc>
          <w:tcPr>
            <w:tcW w:w="4914" w:type="dxa"/>
            <w:vMerge w:val="restart"/>
          </w:tcPr>
          <w:p w:rsidR="00F2583F" w:rsidRPr="000F7B95" w:rsidRDefault="00C41947">
            <w:pPr>
              <w:rPr>
                <w:b/>
              </w:rPr>
            </w:pPr>
            <w:r>
              <w:rPr>
                <w:b/>
              </w:rPr>
              <w:t>Standards Analysis:</w:t>
            </w:r>
          </w:p>
          <w:p w:rsidR="000F7B95" w:rsidRPr="007F1E30" w:rsidRDefault="000F7B95" w:rsidP="000F7B95">
            <w:pPr>
              <w:rPr>
                <w:rFonts w:eastAsia="MS Mincho"/>
                <w:sz w:val="22"/>
                <w:szCs w:val="22"/>
              </w:rPr>
            </w:pPr>
            <w:r>
              <w:rPr>
                <w:sz w:val="22"/>
              </w:rPr>
              <w:t>A.</w:t>
            </w:r>
            <w:r>
              <w:rPr>
                <w:rFonts w:ascii="MS Mincho" w:eastAsia="MS Mincho" w:hAnsi="MS Mincho"/>
              </w:rPr>
              <w:t xml:space="preserve"> </w:t>
            </w:r>
            <w:r w:rsidRPr="007F1E30">
              <w:rPr>
                <w:rFonts w:eastAsia="MS Mincho"/>
                <w:sz w:val="22"/>
                <w:szCs w:val="22"/>
              </w:rPr>
              <w:t>Quadratic Equations</w:t>
            </w:r>
          </w:p>
          <w:p w:rsidR="000F7B95" w:rsidRPr="000F7B95" w:rsidRDefault="000F7B95" w:rsidP="000F7B95">
            <w:pPr>
              <w:pStyle w:val="ListParagraph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  <w:r w:rsidRPr="000F7B95">
              <w:rPr>
                <w:rFonts w:eastAsia="MS Mincho"/>
                <w:sz w:val="20"/>
                <w:szCs w:val="20"/>
              </w:rPr>
              <w:t>Graph a quadratic equation in standard form</w:t>
            </w:r>
          </w:p>
          <w:p w:rsidR="000F7B95" w:rsidRPr="000F7B95" w:rsidRDefault="000F7B95" w:rsidP="000F7B95">
            <w:pPr>
              <w:pStyle w:val="ListParagraph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  <w:r w:rsidRPr="000F7B95">
              <w:rPr>
                <w:rFonts w:eastAsia="MS Mincho"/>
                <w:sz w:val="20"/>
                <w:szCs w:val="20"/>
              </w:rPr>
              <w:t>Use factoring to solve a quadratic equation</w:t>
            </w:r>
          </w:p>
          <w:p w:rsidR="000F7B95" w:rsidRPr="000F7B95" w:rsidRDefault="000F7B95" w:rsidP="000F7B95">
            <w:pPr>
              <w:pStyle w:val="ListParagraph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  <w:r w:rsidRPr="000F7B95">
              <w:rPr>
                <w:rFonts w:eastAsia="MS Mincho"/>
                <w:sz w:val="20"/>
                <w:szCs w:val="20"/>
              </w:rPr>
              <w:t>Solve a quadratic equation by completing the square</w:t>
            </w:r>
          </w:p>
          <w:p w:rsidR="000F7B95" w:rsidRPr="000F7B95" w:rsidRDefault="000F7B95" w:rsidP="000F7B95">
            <w:pPr>
              <w:pStyle w:val="ListParagraph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  <w:r w:rsidRPr="000F7B95">
              <w:rPr>
                <w:rFonts w:eastAsia="MS Mincho"/>
                <w:sz w:val="20"/>
                <w:szCs w:val="20"/>
              </w:rPr>
              <w:t>Use the quadratic formula to solve a quadratic equation</w:t>
            </w:r>
          </w:p>
          <w:p w:rsidR="000F7B95" w:rsidRPr="000F7B95" w:rsidRDefault="000F7B95" w:rsidP="000F7B95">
            <w:pPr>
              <w:pStyle w:val="ListParagraph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  <w:r w:rsidRPr="000F7B95">
              <w:rPr>
                <w:rFonts w:eastAsia="MS Mincho"/>
                <w:sz w:val="20"/>
                <w:szCs w:val="20"/>
              </w:rPr>
              <w:t>Find the quadratic equation given its roots</w:t>
            </w:r>
          </w:p>
          <w:p w:rsidR="00F2583F" w:rsidRPr="000F7B95" w:rsidRDefault="000F7B95" w:rsidP="000F7B95">
            <w:pPr>
              <w:pStyle w:val="ListParagraph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  <w:r w:rsidRPr="000F7B95">
              <w:rPr>
                <w:rFonts w:eastAsia="MS Mincho"/>
                <w:sz w:val="20"/>
                <w:szCs w:val="20"/>
              </w:rPr>
              <w:t xml:space="preserve">Find the </w:t>
            </w:r>
            <w:proofErr w:type="spellStart"/>
            <w:r w:rsidRPr="000F7B95">
              <w:rPr>
                <w:rFonts w:eastAsia="MS Mincho"/>
                <w:sz w:val="20"/>
                <w:szCs w:val="20"/>
              </w:rPr>
              <w:t>discriminant</w:t>
            </w:r>
            <w:proofErr w:type="spellEnd"/>
            <w:r w:rsidRPr="000F7B95">
              <w:rPr>
                <w:rFonts w:eastAsia="MS Mincho"/>
                <w:sz w:val="20"/>
                <w:szCs w:val="20"/>
              </w:rPr>
              <w:t xml:space="preserve"> and give the nature of the roots</w:t>
            </w:r>
            <w:r>
              <w:rPr>
                <w:rFonts w:eastAsia="MS Mincho"/>
                <w:sz w:val="20"/>
                <w:szCs w:val="20"/>
              </w:rPr>
              <w:t>.</w:t>
            </w: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</w:tc>
        <w:tc>
          <w:tcPr>
            <w:tcW w:w="4392" w:type="dxa"/>
          </w:tcPr>
          <w:p w:rsidR="00F2583F" w:rsidRDefault="00C41947">
            <w:r>
              <w:rPr>
                <w:b/>
              </w:rPr>
              <w:lastRenderedPageBreak/>
              <w:t>Critical Questions or Statements</w:t>
            </w:r>
            <w:r>
              <w:t>:</w:t>
            </w:r>
          </w:p>
          <w:p w:rsidR="000F7B95" w:rsidRPr="00D301C8" w:rsidRDefault="000F7B95" w:rsidP="000F7B95">
            <w:pPr>
              <w:rPr>
                <w:rFonts w:eastAsia="MS Mincho"/>
                <w:highlight w:val="cyan"/>
              </w:rPr>
            </w:pPr>
            <w:r w:rsidRPr="00D301C8">
              <w:rPr>
                <w:rFonts w:eastAsia="MS Mincho"/>
                <w:highlight w:val="cyan"/>
              </w:rPr>
              <w:t>How many methods are there to solve quadratic equations?  Why do we need so many?</w:t>
            </w:r>
          </w:p>
          <w:p w:rsidR="000F7B95" w:rsidRPr="00D301C8" w:rsidRDefault="000F7B95" w:rsidP="000F7B95">
            <w:pPr>
              <w:rPr>
                <w:rFonts w:eastAsia="MS Mincho"/>
                <w:highlight w:val="cyan"/>
              </w:rPr>
            </w:pPr>
          </w:p>
          <w:p w:rsidR="000F7B95" w:rsidRPr="00D301C8" w:rsidRDefault="000F7B95" w:rsidP="000F7B95">
            <w:pPr>
              <w:rPr>
                <w:rFonts w:eastAsia="MS Mincho"/>
                <w:highlight w:val="cyan"/>
              </w:rPr>
            </w:pPr>
            <w:r w:rsidRPr="00D301C8">
              <w:rPr>
                <w:rFonts w:eastAsia="MS Mincho"/>
                <w:highlight w:val="cyan"/>
              </w:rPr>
              <w:t>If we know the roots of a quadratic equation, can we find the equation?</w:t>
            </w:r>
          </w:p>
          <w:p w:rsidR="000F7B95" w:rsidRPr="00D301C8" w:rsidRDefault="000F7B95" w:rsidP="000F7B95">
            <w:pPr>
              <w:rPr>
                <w:rFonts w:eastAsia="MS Mincho"/>
                <w:highlight w:val="cyan"/>
              </w:rPr>
            </w:pPr>
          </w:p>
          <w:p w:rsidR="000F7B95" w:rsidRPr="00D301C8" w:rsidRDefault="000F7B95" w:rsidP="000F7B95">
            <w:pPr>
              <w:rPr>
                <w:rFonts w:eastAsia="MS Mincho"/>
                <w:highlight w:val="cyan"/>
              </w:rPr>
            </w:pPr>
            <w:r w:rsidRPr="00D301C8">
              <w:rPr>
                <w:rFonts w:eastAsia="MS Mincho"/>
                <w:highlight w:val="cyan"/>
              </w:rPr>
              <w:t>What makes reducing, multiplying and dividing rational expressions different from adding and subtracting rational expressions?</w:t>
            </w:r>
          </w:p>
          <w:p w:rsidR="000F7B95" w:rsidRPr="00D301C8" w:rsidRDefault="000F7B95" w:rsidP="000F7B95">
            <w:pPr>
              <w:rPr>
                <w:rFonts w:eastAsia="MS Mincho"/>
                <w:highlight w:val="cyan"/>
              </w:rPr>
            </w:pPr>
          </w:p>
          <w:p w:rsidR="000F7B95" w:rsidRPr="000F7B95" w:rsidRDefault="000F7B95" w:rsidP="000F7B95">
            <w:pPr>
              <w:rPr>
                <w:rFonts w:eastAsia="MS Mincho"/>
              </w:rPr>
            </w:pPr>
            <w:r w:rsidRPr="00D301C8">
              <w:rPr>
                <w:rFonts w:eastAsia="MS Mincho"/>
                <w:highlight w:val="cyan"/>
              </w:rPr>
              <w:t>How do you solve a rational equation?</w:t>
            </w:r>
          </w:p>
          <w:p w:rsidR="00F2583F" w:rsidRPr="000F7B95" w:rsidRDefault="00F2583F">
            <w:pPr>
              <w:rPr>
                <w:sz w:val="22"/>
              </w:rPr>
            </w:pPr>
          </w:p>
        </w:tc>
        <w:tc>
          <w:tcPr>
            <w:tcW w:w="4914" w:type="dxa"/>
          </w:tcPr>
          <w:p w:rsidR="00F2583F" w:rsidRDefault="00C41947">
            <w:pPr>
              <w:rPr>
                <w:sz w:val="22"/>
              </w:rPr>
            </w:pPr>
            <w:r>
              <w:rPr>
                <w:b/>
              </w:rPr>
              <w:t>Relevance</w:t>
            </w:r>
            <w:r>
              <w:rPr>
                <w:b/>
                <w:sz w:val="22"/>
              </w:rPr>
              <w:t xml:space="preserve">:  </w:t>
            </w:r>
          </w:p>
          <w:p w:rsidR="00F2583F" w:rsidRDefault="00F2583F">
            <w:pPr>
              <w:rPr>
                <w:sz w:val="22"/>
              </w:rPr>
            </w:pPr>
          </w:p>
          <w:p w:rsidR="00F2583F" w:rsidRPr="00C41947" w:rsidRDefault="00714C75">
            <w:pPr>
              <w:rPr>
                <w:sz w:val="22"/>
                <w:szCs w:val="22"/>
              </w:rPr>
            </w:pPr>
            <w:r w:rsidRPr="00C41947">
              <w:rPr>
                <w:sz w:val="22"/>
                <w:szCs w:val="22"/>
              </w:rPr>
              <w:t>Use a motion detector to analyze the time-distance graph of a tossed ball.</w:t>
            </w:r>
          </w:p>
          <w:p w:rsidR="00C41947" w:rsidRDefault="00C41947">
            <w:pPr>
              <w:rPr>
                <w:sz w:val="22"/>
                <w:szCs w:val="22"/>
              </w:rPr>
            </w:pPr>
          </w:p>
          <w:p w:rsidR="00F2583F" w:rsidRPr="00C41947" w:rsidRDefault="00C41947">
            <w:pPr>
              <w:rPr>
                <w:sz w:val="22"/>
                <w:szCs w:val="22"/>
              </w:rPr>
            </w:pPr>
            <w:r w:rsidRPr="00C41947">
              <w:rPr>
                <w:sz w:val="22"/>
                <w:szCs w:val="22"/>
              </w:rPr>
              <w:t>Model the shapes of architectural structures like the arch or a suspension bridge.</w:t>
            </w:r>
            <w:r w:rsidR="0045215C">
              <w:rPr>
                <w:sz w:val="22"/>
                <w:szCs w:val="22"/>
              </w:rPr>
              <w:t>—can you locate more of these examples?</w:t>
            </w:r>
          </w:p>
          <w:p w:rsidR="00F2583F" w:rsidRDefault="00F2583F">
            <w:pPr>
              <w:rPr>
                <w:sz w:val="22"/>
              </w:rPr>
            </w:pPr>
          </w:p>
          <w:p w:rsidR="00F2583F" w:rsidRDefault="00F2583F">
            <w:pPr>
              <w:rPr>
                <w:sz w:val="22"/>
              </w:rPr>
            </w:pPr>
          </w:p>
          <w:p w:rsidR="00F2583F" w:rsidRDefault="00F2583F">
            <w:pPr>
              <w:rPr>
                <w:sz w:val="2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</w:tc>
      </w:tr>
      <w:tr w:rsidR="00F2583F">
        <w:trPr>
          <w:cantSplit/>
        </w:trPr>
        <w:tc>
          <w:tcPr>
            <w:tcW w:w="4914" w:type="dxa"/>
            <w:vMerge/>
          </w:tcPr>
          <w:p w:rsidR="00F2583F" w:rsidRDefault="00F2583F">
            <w:pPr>
              <w:rPr>
                <w:b/>
                <w:sz w:val="32"/>
              </w:rPr>
            </w:pPr>
          </w:p>
        </w:tc>
        <w:tc>
          <w:tcPr>
            <w:tcW w:w="4392" w:type="dxa"/>
          </w:tcPr>
          <w:p w:rsidR="00F2583F" w:rsidRDefault="00C41947">
            <w:pPr>
              <w:rPr>
                <w:b/>
              </w:rPr>
            </w:pPr>
            <w:r>
              <w:rPr>
                <w:b/>
              </w:rPr>
              <w:t>Pre-assessment tools / strategies:</w:t>
            </w:r>
          </w:p>
          <w:p w:rsidR="00E9563E" w:rsidRDefault="00E9563E">
            <w:r>
              <w:t xml:space="preserve">KWL worksheet—post on </w:t>
            </w:r>
            <w:proofErr w:type="spellStart"/>
            <w:r>
              <w:t>edline</w:t>
            </w:r>
            <w:proofErr w:type="spellEnd"/>
          </w:p>
          <w:p w:rsidR="00F2583F" w:rsidRPr="00A54025" w:rsidRDefault="00A54025">
            <w:r w:rsidRPr="00A54025">
              <w:t>Informal observation</w:t>
            </w:r>
          </w:p>
          <w:p w:rsidR="00A54025" w:rsidRPr="00D301C8" w:rsidRDefault="00A54025">
            <w:pPr>
              <w:rPr>
                <w:highlight w:val="green"/>
              </w:rPr>
            </w:pPr>
            <w:r w:rsidRPr="00D301C8">
              <w:rPr>
                <w:highlight w:val="green"/>
              </w:rPr>
              <w:t>Online self checks</w:t>
            </w:r>
          </w:p>
          <w:p w:rsidR="00A54025" w:rsidRPr="00A54025" w:rsidRDefault="00A54025">
            <w:r w:rsidRPr="00D301C8">
              <w:rPr>
                <w:highlight w:val="green"/>
              </w:rPr>
              <w:t>5 minute opener</w:t>
            </w:r>
          </w:p>
          <w:p w:rsidR="00A54025" w:rsidRPr="00A54025" w:rsidRDefault="00A54025">
            <w:r w:rsidRPr="00A54025">
              <w:t>Homework for previous day</w:t>
            </w: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</w:tc>
        <w:tc>
          <w:tcPr>
            <w:tcW w:w="4914" w:type="dxa"/>
          </w:tcPr>
          <w:p w:rsidR="00F2583F" w:rsidRDefault="00C41947">
            <w:pPr>
              <w:rPr>
                <w:b/>
              </w:rPr>
            </w:pPr>
            <w:r>
              <w:rPr>
                <w:b/>
              </w:rPr>
              <w:t>Differentiation strategies:</w:t>
            </w:r>
          </w:p>
          <w:p w:rsidR="00F2583F" w:rsidRDefault="00F2583F">
            <w:pPr>
              <w:rPr>
                <w:b/>
              </w:rPr>
            </w:pPr>
          </w:p>
          <w:p w:rsidR="00E9563E" w:rsidRPr="00D301C8" w:rsidRDefault="00E9563E">
            <w:pPr>
              <w:rPr>
                <w:highlight w:val="yellow"/>
              </w:rPr>
            </w:pPr>
            <w:r w:rsidRPr="00D301C8">
              <w:rPr>
                <w:highlight w:val="yellow"/>
              </w:rPr>
              <w:t>Keep a journal naming the steps for examples worked in this chapter</w:t>
            </w:r>
          </w:p>
          <w:p w:rsidR="00F2583F" w:rsidRPr="00D301C8" w:rsidRDefault="0002695A">
            <w:pPr>
              <w:rPr>
                <w:highlight w:val="yellow"/>
              </w:rPr>
            </w:pPr>
            <w:r w:rsidRPr="00D301C8">
              <w:rPr>
                <w:highlight w:val="yellow"/>
              </w:rPr>
              <w:t>Choose _____ problems from the page</w:t>
            </w:r>
          </w:p>
          <w:p w:rsidR="00E9563E" w:rsidRPr="00D301C8" w:rsidRDefault="00E9563E">
            <w:pPr>
              <w:rPr>
                <w:highlight w:val="yellow"/>
              </w:rPr>
            </w:pPr>
            <w:r w:rsidRPr="00D301C8">
              <w:rPr>
                <w:highlight w:val="yellow"/>
              </w:rPr>
              <w:t>Use Algebra Tiles to demonstrate FOIL</w:t>
            </w:r>
          </w:p>
          <w:p w:rsidR="00E9563E" w:rsidRPr="00D301C8" w:rsidRDefault="00E9563E">
            <w:pPr>
              <w:rPr>
                <w:highlight w:val="yellow"/>
              </w:rPr>
            </w:pPr>
            <w:r w:rsidRPr="00D301C8">
              <w:rPr>
                <w:highlight w:val="yellow"/>
              </w:rPr>
              <w:t>Flexible grouping for tiered assignment (use easy medium hard activities from KUTA)</w:t>
            </w:r>
          </w:p>
          <w:p w:rsidR="00E9563E" w:rsidRDefault="00E9563E">
            <w:r w:rsidRPr="00D301C8">
              <w:rPr>
                <w:highlight w:val="yellow"/>
              </w:rPr>
              <w:t>Determine the best method to solve a quadratic equation</w:t>
            </w:r>
          </w:p>
          <w:p w:rsidR="00E9563E" w:rsidRDefault="00E9563E"/>
          <w:p w:rsidR="0002695A" w:rsidRPr="0002695A" w:rsidRDefault="0002695A"/>
          <w:p w:rsidR="00F2583F" w:rsidRDefault="00F2583F">
            <w:pPr>
              <w:rPr>
                <w:b/>
              </w:rPr>
            </w:pPr>
          </w:p>
          <w:p w:rsidR="00F2583F" w:rsidRDefault="00F2583F">
            <w:pPr>
              <w:rPr>
                <w:b/>
              </w:rPr>
            </w:pPr>
          </w:p>
          <w:p w:rsidR="00F2583F" w:rsidRDefault="00F2583F">
            <w:pPr>
              <w:rPr>
                <w:b/>
              </w:rPr>
            </w:pPr>
          </w:p>
          <w:p w:rsidR="00F2583F" w:rsidRDefault="00F2583F">
            <w:pPr>
              <w:rPr>
                <w:b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</w:tc>
      </w:tr>
      <w:tr w:rsidR="00E9563E">
        <w:trPr>
          <w:cantSplit/>
        </w:trPr>
        <w:tc>
          <w:tcPr>
            <w:tcW w:w="4914" w:type="dxa"/>
          </w:tcPr>
          <w:p w:rsidR="00E9563E" w:rsidRDefault="00E9563E">
            <w:pPr>
              <w:rPr>
                <w:b/>
                <w:sz w:val="32"/>
              </w:rPr>
            </w:pPr>
          </w:p>
        </w:tc>
        <w:tc>
          <w:tcPr>
            <w:tcW w:w="4392" w:type="dxa"/>
          </w:tcPr>
          <w:p w:rsidR="00E9563E" w:rsidRDefault="00E9563E">
            <w:pPr>
              <w:rPr>
                <w:b/>
              </w:rPr>
            </w:pPr>
          </w:p>
        </w:tc>
        <w:tc>
          <w:tcPr>
            <w:tcW w:w="4914" w:type="dxa"/>
          </w:tcPr>
          <w:p w:rsidR="00E9563E" w:rsidRDefault="00E9563E">
            <w:pPr>
              <w:rPr>
                <w:b/>
              </w:rPr>
            </w:pPr>
          </w:p>
        </w:tc>
      </w:tr>
    </w:tbl>
    <w:p w:rsidR="00F2583F" w:rsidRDefault="00F2583F">
      <w:pPr>
        <w:rPr>
          <w:b/>
          <w:sz w:val="3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0"/>
        <w:gridCol w:w="7020"/>
      </w:tblGrid>
      <w:tr w:rsidR="00F2583F">
        <w:trPr>
          <w:trHeight w:val="4942"/>
        </w:trPr>
        <w:tc>
          <w:tcPr>
            <w:tcW w:w="7200" w:type="dxa"/>
          </w:tcPr>
          <w:p w:rsidR="00F2583F" w:rsidRDefault="00C41947">
            <w:pPr>
              <w:rPr>
                <w:sz w:val="22"/>
              </w:rPr>
            </w:pPr>
            <w:r>
              <w:rPr>
                <w:b/>
              </w:rPr>
              <w:br w:type="page"/>
              <w:t>Final Assessment(s) - Body of Evidence</w:t>
            </w:r>
            <w:r>
              <w:rPr>
                <w:b/>
                <w:sz w:val="22"/>
              </w:rPr>
              <w:t xml:space="preserve">  </w:t>
            </w:r>
          </w:p>
          <w:p w:rsidR="0080138D" w:rsidRDefault="0080138D">
            <w:pPr>
              <w:rPr>
                <w:sz w:val="22"/>
              </w:rPr>
            </w:pPr>
          </w:p>
          <w:p w:rsidR="0080138D" w:rsidRPr="006F2605" w:rsidRDefault="0080138D" w:rsidP="0080138D">
            <w:pPr>
              <w:numPr>
                <w:ilvl w:val="0"/>
                <w:numId w:val="3"/>
              </w:numPr>
              <w:rPr>
                <w:rFonts w:eastAsia="MS Mincho"/>
                <w:sz w:val="22"/>
                <w:szCs w:val="22"/>
              </w:rPr>
            </w:pPr>
            <w:r w:rsidRPr="006F2605">
              <w:rPr>
                <w:rFonts w:eastAsia="MS Mincho"/>
                <w:sz w:val="22"/>
                <w:szCs w:val="22"/>
              </w:rPr>
              <w:t>Quiz solving equations by graphing and factoring</w:t>
            </w:r>
          </w:p>
          <w:p w:rsidR="0080138D" w:rsidRPr="006F2605" w:rsidRDefault="0080138D" w:rsidP="0080138D">
            <w:pPr>
              <w:numPr>
                <w:ilvl w:val="0"/>
                <w:numId w:val="3"/>
              </w:numPr>
              <w:rPr>
                <w:rFonts w:eastAsia="MS Mincho"/>
                <w:sz w:val="22"/>
                <w:szCs w:val="22"/>
              </w:rPr>
            </w:pPr>
            <w:r w:rsidRPr="006F2605">
              <w:rPr>
                <w:rFonts w:eastAsia="MS Mincho"/>
                <w:sz w:val="22"/>
                <w:szCs w:val="22"/>
              </w:rPr>
              <w:t>Quiz solving equations using the quadratic formula.</w:t>
            </w:r>
          </w:p>
          <w:p w:rsidR="0080138D" w:rsidRPr="006F2605" w:rsidRDefault="0080138D" w:rsidP="0080138D">
            <w:pPr>
              <w:numPr>
                <w:ilvl w:val="0"/>
                <w:numId w:val="3"/>
              </w:numPr>
              <w:rPr>
                <w:rFonts w:eastAsia="MS Mincho"/>
                <w:sz w:val="22"/>
                <w:szCs w:val="22"/>
              </w:rPr>
            </w:pPr>
            <w:r w:rsidRPr="006F2605">
              <w:rPr>
                <w:rFonts w:eastAsia="MS Mincho"/>
                <w:sz w:val="22"/>
                <w:szCs w:val="22"/>
              </w:rPr>
              <w:t>Quiz writing equations given the roots.</w:t>
            </w:r>
          </w:p>
          <w:p w:rsidR="0080138D" w:rsidRPr="006F2605" w:rsidRDefault="0080138D" w:rsidP="0080138D">
            <w:pPr>
              <w:numPr>
                <w:ilvl w:val="0"/>
                <w:numId w:val="3"/>
              </w:numPr>
              <w:rPr>
                <w:rFonts w:eastAsia="MS Mincho"/>
                <w:sz w:val="22"/>
                <w:szCs w:val="22"/>
              </w:rPr>
            </w:pPr>
            <w:r w:rsidRPr="006F2605">
              <w:rPr>
                <w:rFonts w:eastAsia="MS Mincho"/>
                <w:sz w:val="22"/>
                <w:szCs w:val="22"/>
              </w:rPr>
              <w:t>Test on graphing quadratic equations, solving quadratic equations using factoring and finding the quadratic equation given the roots</w:t>
            </w:r>
          </w:p>
          <w:p w:rsidR="006F2605" w:rsidRPr="006F2605" w:rsidRDefault="006F2605" w:rsidP="006F2605">
            <w:pPr>
              <w:numPr>
                <w:ilvl w:val="0"/>
                <w:numId w:val="3"/>
              </w:numPr>
              <w:rPr>
                <w:rFonts w:eastAsia="MS Mincho"/>
                <w:sz w:val="22"/>
                <w:szCs w:val="22"/>
              </w:rPr>
            </w:pPr>
            <w:r w:rsidRPr="006F2605">
              <w:rPr>
                <w:rFonts w:eastAsia="MS Mincho"/>
                <w:sz w:val="22"/>
                <w:szCs w:val="22"/>
              </w:rPr>
              <w:t xml:space="preserve">Test on solving quadratic equations using completing the square and the quadratic formula, finding the </w:t>
            </w:r>
            <w:proofErr w:type="spellStart"/>
            <w:r w:rsidRPr="006F2605">
              <w:rPr>
                <w:rFonts w:eastAsia="MS Mincho"/>
                <w:sz w:val="22"/>
                <w:szCs w:val="22"/>
              </w:rPr>
              <w:t>discriminant</w:t>
            </w:r>
            <w:proofErr w:type="spellEnd"/>
            <w:r w:rsidRPr="006F2605">
              <w:rPr>
                <w:rFonts w:eastAsia="MS Mincho"/>
                <w:sz w:val="22"/>
                <w:szCs w:val="22"/>
              </w:rPr>
              <w:t xml:space="preserve"> and giving the nature of the roots, and graphing a quadratic equation in vertex form</w:t>
            </w:r>
          </w:p>
          <w:p w:rsidR="006F2605" w:rsidRPr="006F2605" w:rsidRDefault="006F2605" w:rsidP="006F2605">
            <w:pPr>
              <w:ind w:left="720"/>
              <w:rPr>
                <w:rFonts w:eastAsia="MS Mincho"/>
              </w:rPr>
            </w:pPr>
          </w:p>
          <w:p w:rsidR="0080138D" w:rsidRPr="0080138D" w:rsidRDefault="0080138D" w:rsidP="0080138D">
            <w:pPr>
              <w:rPr>
                <w:rFonts w:eastAsia="MS Mincho"/>
              </w:rPr>
            </w:pPr>
          </w:p>
          <w:p w:rsidR="00F2583F" w:rsidRDefault="00F2583F">
            <w:pPr>
              <w:framePr w:hSpace="180" w:wrap="around" w:vAnchor="page" w:hAnchor="margin" w:y="1696"/>
            </w:pPr>
          </w:p>
          <w:p w:rsidR="00F2583F" w:rsidRDefault="00F2583F">
            <w:pPr>
              <w:framePr w:hSpace="180" w:wrap="around" w:vAnchor="page" w:hAnchor="margin" w:y="1696"/>
            </w:pPr>
          </w:p>
          <w:p w:rsidR="00F2583F" w:rsidRDefault="00F2583F">
            <w:pPr>
              <w:framePr w:hSpace="180" w:wrap="around" w:vAnchor="page" w:hAnchor="margin" w:y="1696"/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  <w:p w:rsidR="00F2583F" w:rsidRDefault="00F2583F">
            <w:pPr>
              <w:rPr>
                <w:b/>
                <w:sz w:val="32"/>
              </w:rPr>
            </w:pPr>
          </w:p>
        </w:tc>
        <w:tc>
          <w:tcPr>
            <w:tcW w:w="7020" w:type="dxa"/>
          </w:tcPr>
          <w:p w:rsidR="00F2583F" w:rsidRDefault="00C41947">
            <w:r>
              <w:rPr>
                <w:b/>
              </w:rPr>
              <w:t>Instructional Strategies:</w:t>
            </w:r>
          </w:p>
          <w:p w:rsidR="00F2583F" w:rsidRDefault="00F2583F"/>
          <w:p w:rsidR="00F2583F" w:rsidRDefault="00A54025" w:rsidP="00A5402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 xml:space="preserve"> Use graph paper to show graphs and solutions of quadratic equations—small groups</w:t>
            </w:r>
          </w:p>
          <w:p w:rsidR="00A54025" w:rsidRDefault="00A54025" w:rsidP="00A5402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 xml:space="preserve">Use the </w:t>
            </w:r>
            <w:r w:rsidRPr="00D301C8">
              <w:rPr>
                <w:sz w:val="22"/>
                <w:highlight w:val="green"/>
              </w:rPr>
              <w:t>graphing calculator</w:t>
            </w:r>
            <w:r>
              <w:rPr>
                <w:sz w:val="22"/>
              </w:rPr>
              <w:t xml:space="preserve"> to show graphs and solutions of quadratic equations---use projector</w:t>
            </w:r>
          </w:p>
          <w:p w:rsidR="00A54025" w:rsidRDefault="00A54025" w:rsidP="00A5402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Use the guess and check method to factor and solve quadratic equations—demonstrations by teacher and students at white board.</w:t>
            </w:r>
          </w:p>
          <w:p w:rsidR="00A54025" w:rsidRDefault="00A54025" w:rsidP="00A5402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Use the grouping method and A * C to factor and solve quadratic equations---</w:t>
            </w:r>
            <w:proofErr w:type="spellStart"/>
            <w:proofErr w:type="gramStart"/>
            <w:r>
              <w:rPr>
                <w:sz w:val="22"/>
              </w:rPr>
              <w:t>powerpoint</w:t>
            </w:r>
            <w:proofErr w:type="spellEnd"/>
            <w:proofErr w:type="gramEnd"/>
            <w:r>
              <w:rPr>
                <w:sz w:val="22"/>
              </w:rPr>
              <w:t xml:space="preserve"> presentation.</w:t>
            </w:r>
          </w:p>
          <w:p w:rsidR="00A54025" w:rsidRDefault="00A54025" w:rsidP="00A5402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Memorize the quadratic formula.</w:t>
            </w:r>
          </w:p>
          <w:p w:rsidR="00F2583F" w:rsidRDefault="00A54025" w:rsidP="00A5402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Examine the characteristics of the determinant and its effect on the type of solutions—key concept from text book—use projector.</w:t>
            </w:r>
          </w:p>
          <w:p w:rsidR="006C32CD" w:rsidRPr="00A54025" w:rsidRDefault="006C32CD" w:rsidP="00A54025">
            <w:pPr>
              <w:numPr>
                <w:ilvl w:val="0"/>
                <w:numId w:val="5"/>
              </w:numPr>
              <w:rPr>
                <w:sz w:val="22"/>
              </w:rPr>
            </w:pPr>
            <w:r w:rsidRPr="00D301C8">
              <w:rPr>
                <w:sz w:val="22"/>
                <w:highlight w:val="yellow"/>
              </w:rPr>
              <w:t>Design a flow chart using Inspiration on how to solve a quadratic equation</w:t>
            </w:r>
          </w:p>
        </w:tc>
      </w:tr>
      <w:tr w:rsidR="00F2583F">
        <w:trPr>
          <w:cantSplit/>
          <w:trHeight w:val="5374"/>
        </w:trPr>
        <w:tc>
          <w:tcPr>
            <w:tcW w:w="14220" w:type="dxa"/>
            <w:gridSpan w:val="2"/>
          </w:tcPr>
          <w:p w:rsidR="00F2583F" w:rsidRDefault="00C41947">
            <w:pPr>
              <w:rPr>
                <w:sz w:val="22"/>
              </w:rPr>
            </w:pPr>
            <w:r>
              <w:rPr>
                <w:b/>
              </w:rPr>
              <w:lastRenderedPageBreak/>
              <w:t>Formative assessments / assignments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– including classroom and homework – How will you know students have learned this?</w:t>
            </w:r>
          </w:p>
          <w:p w:rsidR="00F2583F" w:rsidRDefault="00F2583F">
            <w:pPr>
              <w:rPr>
                <w:b/>
                <w:sz w:val="22"/>
              </w:rPr>
            </w:pPr>
          </w:p>
          <w:p w:rsidR="0045215C" w:rsidRPr="00FA7FE2" w:rsidRDefault="00E9563E" w:rsidP="00FA7FE2">
            <w:pPr>
              <w:numPr>
                <w:ilvl w:val="0"/>
                <w:numId w:val="2"/>
              </w:numPr>
              <w:rPr>
                <w:sz w:val="22"/>
              </w:rPr>
            </w:pPr>
            <w:r w:rsidRPr="00D301C8">
              <w:rPr>
                <w:sz w:val="22"/>
                <w:highlight w:val="yellow"/>
              </w:rPr>
              <w:t>Keep a journal naming the steps for examples worked</w:t>
            </w:r>
          </w:p>
          <w:p w:rsidR="00F2583F" w:rsidRPr="007F1E30" w:rsidRDefault="007F1E30" w:rsidP="007F1E30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t>p. 291 # 15 – 25; 33 - 43 odd</w:t>
            </w:r>
          </w:p>
          <w:p w:rsidR="00F2583F" w:rsidRPr="007F1E30" w:rsidRDefault="007F1E30" w:rsidP="007F1E30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t>Practice 6-2</w:t>
            </w:r>
          </w:p>
          <w:p w:rsidR="00F2583F" w:rsidRDefault="007F1E30">
            <w:pPr>
              <w:rPr>
                <w:sz w:val="22"/>
              </w:rPr>
            </w:pPr>
            <w:r>
              <w:rPr>
                <w:sz w:val="22"/>
              </w:rPr>
              <w:t xml:space="preserve">       </w:t>
            </w:r>
            <w:r w:rsidR="00C41947">
              <w:rPr>
                <w:sz w:val="22"/>
              </w:rPr>
              <w:t>3</w:t>
            </w:r>
            <w:r w:rsidR="00C41947" w:rsidRPr="00D301C8">
              <w:rPr>
                <w:sz w:val="22"/>
              </w:rPr>
              <w:t>.</w:t>
            </w:r>
            <w:r w:rsidRPr="00D301C8">
              <w:t xml:space="preserve">    </w:t>
            </w:r>
            <w:r w:rsidRPr="00D301C8">
              <w:rPr>
                <w:highlight w:val="yellow"/>
              </w:rPr>
              <w:t xml:space="preserve"> </w:t>
            </w:r>
            <w:r w:rsidR="00E9563E" w:rsidRPr="00D301C8">
              <w:rPr>
                <w:highlight w:val="yellow"/>
              </w:rPr>
              <w:t xml:space="preserve">Diagram a method to </w:t>
            </w:r>
            <w:r w:rsidR="006C32CD" w:rsidRPr="00D301C8">
              <w:rPr>
                <w:highlight w:val="yellow"/>
              </w:rPr>
              <w:t>forecast</w:t>
            </w:r>
            <w:r w:rsidR="00E9563E" w:rsidRPr="00D301C8">
              <w:rPr>
                <w:highlight w:val="yellow"/>
              </w:rPr>
              <w:t xml:space="preserve"> the number of solutions to a quadratic equation</w:t>
            </w:r>
            <w:r w:rsidR="00E9563E">
              <w:t xml:space="preserve">;  </w:t>
            </w:r>
            <w:r w:rsidRPr="0020467E">
              <w:t>p. 304 #</w:t>
            </w:r>
            <w:r>
              <w:rPr>
                <w:b/>
              </w:rPr>
              <w:t xml:space="preserve"> </w:t>
            </w:r>
            <w:r w:rsidRPr="0020467E">
              <w:t>15 – 43</w:t>
            </w:r>
          </w:p>
          <w:p w:rsidR="00F2583F" w:rsidRDefault="007F1E30">
            <w:r>
              <w:rPr>
                <w:sz w:val="22"/>
              </w:rPr>
              <w:t xml:space="preserve">       </w:t>
            </w:r>
            <w:r w:rsidR="00C41947">
              <w:rPr>
                <w:sz w:val="22"/>
              </w:rPr>
              <w:t>4.</w:t>
            </w:r>
            <w:r>
              <w:rPr>
                <w:sz w:val="22"/>
              </w:rPr>
              <w:t xml:space="preserve">    </w:t>
            </w:r>
            <w:r>
              <w:t>p. 311 # 25-41 odd p. 318 # 15 – 33 odd</w:t>
            </w:r>
          </w:p>
          <w:p w:rsidR="007F1E30" w:rsidRPr="00E9563E" w:rsidRDefault="007F1E30">
            <w:pPr>
              <w:rPr>
                <w:sz w:val="22"/>
              </w:rPr>
            </w:pPr>
            <w:r>
              <w:rPr>
                <w:sz w:val="22"/>
              </w:rPr>
              <w:t xml:space="preserve">       5.    </w:t>
            </w:r>
            <w:r w:rsidR="00E9563E" w:rsidRPr="00D301C8">
              <w:rPr>
                <w:sz w:val="22"/>
                <w:highlight w:val="yellow"/>
              </w:rPr>
              <w:t>Debate the four methods for solving quadratic equations</w:t>
            </w:r>
            <w:r w:rsidR="00E9563E">
              <w:rPr>
                <w:sz w:val="22"/>
              </w:rPr>
              <w:t xml:space="preserve">; </w:t>
            </w:r>
            <w:r>
              <w:t>Practice 6-6</w:t>
            </w:r>
          </w:p>
          <w:p w:rsidR="007F1E30" w:rsidRDefault="007F1E30">
            <w:r>
              <w:t xml:space="preserve">        6.     p. 333 # 15 – 45 odd</w:t>
            </w:r>
          </w:p>
          <w:p w:rsidR="007F1E30" w:rsidRDefault="007F1E30">
            <w:r>
              <w:t xml:space="preserve">        7.     </w:t>
            </w:r>
            <w:r w:rsidR="00E9563E" w:rsidRPr="00D301C8">
              <w:rPr>
                <w:highlight w:val="yellow"/>
              </w:rPr>
              <w:t>Determine the best method to solve a quadratic equation</w:t>
            </w:r>
            <w:r w:rsidR="00E9563E">
              <w:t xml:space="preserve">;  </w:t>
            </w:r>
            <w:r>
              <w:t>p. 341 # 1 – 28</w:t>
            </w:r>
          </w:p>
          <w:p w:rsidR="00F2583F" w:rsidRPr="00EC7660" w:rsidRDefault="007F1E30" w:rsidP="00FA7FE2">
            <w:pPr>
              <w:rPr>
                <w:sz w:val="22"/>
              </w:rPr>
            </w:pPr>
            <w:r>
              <w:t xml:space="preserve">        8.     Ch 6 Cumulative Review</w:t>
            </w:r>
          </w:p>
        </w:tc>
      </w:tr>
    </w:tbl>
    <w:p w:rsidR="00726342" w:rsidRDefault="00726342">
      <w:pPr>
        <w:rPr>
          <w:b/>
          <w:sz w:val="32"/>
        </w:rPr>
      </w:pPr>
    </w:p>
    <w:sectPr w:rsidR="00726342" w:rsidSect="00F2583F">
      <w:pgSz w:w="15840" w:h="12240" w:orient="landscape" w:code="1"/>
      <w:pgMar w:top="540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3E7F"/>
    <w:multiLevelType w:val="hybridMultilevel"/>
    <w:tmpl w:val="FBCC82C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F37FA"/>
    <w:multiLevelType w:val="hybridMultilevel"/>
    <w:tmpl w:val="A022E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F7F8A"/>
    <w:multiLevelType w:val="hybridMultilevel"/>
    <w:tmpl w:val="736C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1121A"/>
    <w:multiLevelType w:val="hybridMultilevel"/>
    <w:tmpl w:val="9DF66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27298"/>
    <w:multiLevelType w:val="hybridMultilevel"/>
    <w:tmpl w:val="B268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342"/>
    <w:rsid w:val="0002695A"/>
    <w:rsid w:val="000F7B95"/>
    <w:rsid w:val="00316DD0"/>
    <w:rsid w:val="0045215C"/>
    <w:rsid w:val="005622EC"/>
    <w:rsid w:val="006C32CD"/>
    <w:rsid w:val="006F2605"/>
    <w:rsid w:val="00714C75"/>
    <w:rsid w:val="00726342"/>
    <w:rsid w:val="007C7C7A"/>
    <w:rsid w:val="007F1E30"/>
    <w:rsid w:val="0080138D"/>
    <w:rsid w:val="00944C47"/>
    <w:rsid w:val="009C4728"/>
    <w:rsid w:val="00A54025"/>
    <w:rsid w:val="00B30112"/>
    <w:rsid w:val="00B82B64"/>
    <w:rsid w:val="00C41947"/>
    <w:rsid w:val="00CA25EF"/>
    <w:rsid w:val="00CA547C"/>
    <w:rsid w:val="00D301C8"/>
    <w:rsid w:val="00D66B26"/>
    <w:rsid w:val="00E9563E"/>
    <w:rsid w:val="00EC7660"/>
    <w:rsid w:val="00F2583F"/>
    <w:rsid w:val="00FA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2583F"/>
    <w:pPr>
      <w:jc w:val="center"/>
    </w:pPr>
    <w:rPr>
      <w:b/>
      <w:sz w:val="32"/>
    </w:rPr>
  </w:style>
  <w:style w:type="paragraph" w:styleId="ListParagraph">
    <w:name w:val="List Paragraph"/>
    <w:basedOn w:val="Normal"/>
    <w:uiPriority w:val="34"/>
    <w:qFormat/>
    <w:rsid w:val="000F7B95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solek\LOCALS~1\Temp\Unit_Planner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Unit_Planner_Template</Template>
  <TotalTime>97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Planner Organizer – Unit</vt:lpstr>
    </vt:vector>
  </TitlesOfParts>
  <Company>VPSB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Planner Organizer – Unit</dc:title>
  <dc:subject/>
  <dc:creator>LENOVO USER</dc:creator>
  <cp:keywords/>
  <cp:lastModifiedBy>LENOVO USER</cp:lastModifiedBy>
  <cp:revision>16</cp:revision>
  <cp:lastPrinted>2002-08-01T20:15:00Z</cp:lastPrinted>
  <dcterms:created xsi:type="dcterms:W3CDTF">2009-06-08T21:18:00Z</dcterms:created>
  <dcterms:modified xsi:type="dcterms:W3CDTF">2010-05-12T16:08:00Z</dcterms:modified>
</cp:coreProperties>
</file>